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25E2D77" w:rsidR="00525119" w:rsidRDefault="005A5B01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EF2EDF8" wp14:editId="28A529EF">
                <wp:simplePos x="0" y="0"/>
                <wp:positionH relativeFrom="column">
                  <wp:posOffset>4402455</wp:posOffset>
                </wp:positionH>
                <wp:positionV relativeFrom="paragraph">
                  <wp:posOffset>4001135</wp:posOffset>
                </wp:positionV>
                <wp:extent cx="483870" cy="4984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830277" w14:textId="77777777" w:rsidR="005A5B01" w:rsidRDefault="005A5B01" w:rsidP="005A5B01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F2ED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6.65pt;margin-top:315.05pt;width:38.1pt;height:39.2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" filled="f" stroked="f" strokeweight=".5pt">
                <v:textbox>
                  <w:txbxContent>
                    <w:p w14:paraId="3F830277" w14:textId="77777777" w:rsidR="005A5B01" w:rsidRDefault="005A5B01" w:rsidP="005A5B01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C4D0A81" wp14:editId="2EB9CAC8">
                <wp:simplePos x="0" y="0"/>
                <wp:positionH relativeFrom="column">
                  <wp:posOffset>3277870</wp:posOffset>
                </wp:positionH>
                <wp:positionV relativeFrom="paragraph">
                  <wp:posOffset>2769235</wp:posOffset>
                </wp:positionV>
                <wp:extent cx="0" cy="746125"/>
                <wp:effectExtent l="95250" t="38100" r="57150" b="158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6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B697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58.1pt;margin-top:218.05pt;width:0;height:58.75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" strokecolor="#4579b8 [3044]">
                <v:stroke endarrow="open"/>
              </v:shape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A94262E" wp14:editId="221585C6">
                <wp:simplePos x="0" y="0"/>
                <wp:positionH relativeFrom="column">
                  <wp:posOffset>3258185</wp:posOffset>
                </wp:positionH>
                <wp:positionV relativeFrom="paragraph">
                  <wp:posOffset>3451860</wp:posOffset>
                </wp:positionV>
                <wp:extent cx="46990" cy="46990"/>
                <wp:effectExtent l="12700" t="12700" r="16510" b="1651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" cy="469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803299" id="Oval 6" o:spid="_x0000_s1026" style="position:absolute;margin-left:256.55pt;margin-top:271.8pt;width:3.7pt;height:3.7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" fillcolor="#4f81bd [3204]" strokecolor="#243f60 [1604]" strokeweight="2pt"/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EEEFDC0" wp14:editId="506DDF1F">
                <wp:simplePos x="0" y="0"/>
                <wp:positionH relativeFrom="column">
                  <wp:posOffset>4512945</wp:posOffset>
                </wp:positionH>
                <wp:positionV relativeFrom="paragraph">
                  <wp:posOffset>4023360</wp:posOffset>
                </wp:positionV>
                <wp:extent cx="46990" cy="46990"/>
                <wp:effectExtent l="12700" t="12700" r="16510" b="1651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" cy="469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D17254" id="Oval 7" o:spid="_x0000_s1026" style="position:absolute;margin-left:355.35pt;margin-top:316.8pt;width:3.7pt;height:3.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" fillcolor="#4f81bd [3204]" strokecolor="#243f60 [1604]" strokeweight="2pt"/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52444A2" wp14:editId="32B2F442">
                <wp:simplePos x="0" y="0"/>
                <wp:positionH relativeFrom="column">
                  <wp:posOffset>3132833</wp:posOffset>
                </wp:positionH>
                <wp:positionV relativeFrom="paragraph">
                  <wp:posOffset>3453995</wp:posOffset>
                </wp:positionV>
                <wp:extent cx="483870" cy="498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710F9" w14:textId="77777777" w:rsidR="005A5B01" w:rsidRDefault="005A5B01" w:rsidP="005A5B01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444A2" id="Text Box 2" o:spid="_x0000_s1027" type="#_x0000_t202" style="position:absolute;left:0;text-align:left;margin-left:246.7pt;margin-top:271.95pt;width:38.1pt;height:39.2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" filled="f" stroked="f" strokeweight=".5pt">
                <v:textbox>
                  <w:txbxContent>
                    <w:p w14:paraId="54E710F9" w14:textId="77777777" w:rsidR="005A5B01" w:rsidRDefault="005A5B01" w:rsidP="005A5B01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31E40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1322F65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7A2150">
        <w:rPr>
          <w:rFonts w:ascii="Segoe Print" w:hAnsi="Segoe Print"/>
          <w:b/>
          <w:sz w:val="24"/>
        </w:rPr>
        <w:t>18.1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5D2762BB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60007B1E" w:rsidR="00ED3DAA" w:rsidRPr="005A5B01" w:rsidRDefault="003D792A" w:rsidP="001F422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</w:rPr>
              <w:t>If 5 cakes cost £15, how much do 2 cakes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5A5B01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149965A0" w:rsidR="00ED3DAA" w:rsidRPr="005A5B01" w:rsidRDefault="00C947B8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33344" behindDoc="1" locked="0" layoutInCell="1" allowOverlap="1" wp14:anchorId="49860AA1" wp14:editId="2B8AA11D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154102</wp:posOffset>
                      </wp:positionV>
                      <wp:extent cx="850900" cy="733425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142" name="Group 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0900" cy="733425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30" name="Triangle 30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13760" y="356951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101ABFC" w14:textId="77777777" w:rsidR="00C947B8" w:rsidRPr="00A9257B" w:rsidRDefault="00C947B8" w:rsidP="00C947B8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 w:rsidRPr="00A9257B">
                                      <w:rPr>
                                        <w:sz w:val="40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860AA1" id="Group 142" o:spid="_x0000_s1028" style="position:absolute;margin-left:160.25pt;margin-top:12.15pt;width:67pt;height:57.75pt;z-index:-251483136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">
                      <v:group id="Group 34" o:spid="_x0000_s1029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Triangle 30" o:spid="_x0000_s1030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" filled="f" strokecolor="#243f60 [1604]" strokeweight="2pt"/>
                        <v:line id="Straight Connector 31" o:spid="_x0000_s1031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" strokecolor="#4579b8 [3044]"/>
                        <v:line id="Straight Connector 32" o:spid="_x0000_s1032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" strokecolor="#4579b8 [3044]"/>
                      </v:group>
                      <v:shape id="Text Box 35" o:spid="_x0000_s1033" type="#_x0000_t202" style="position:absolute;left:1137;top:3569;width:3078;height:3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" filled="f" stroked="f" strokeweight=".5pt">
                        <v:textbox>
                          <w:txbxContent>
                            <w:p w14:paraId="6101ABFC" w14:textId="77777777" w:rsidR="00C947B8" w:rsidRPr="00A9257B" w:rsidRDefault="00C947B8" w:rsidP="00C947B8">
                              <w:pPr>
                                <w:rPr>
                                  <w:sz w:val="40"/>
                                </w:rPr>
                              </w:pPr>
                              <w:r w:rsidRPr="00A9257B">
                                <w:rPr>
                                  <w:sz w:val="40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7E5BFC" w:rsidRPr="005A5B01">
              <w:rPr>
                <w:rFonts w:ascii="Century Gothic" w:hAnsi="Century Gothic" w:cs="Tahoma"/>
              </w:rPr>
              <w:t>The force being applied by an object is 10N on an area of 5m</w:t>
            </w:r>
            <w:r w:rsidR="007E5BFC" w:rsidRPr="005A5B01">
              <w:rPr>
                <w:rFonts w:ascii="Century Gothic" w:hAnsi="Century Gothic" w:cs="Tahoma"/>
                <w:vertAlign w:val="superscript"/>
              </w:rPr>
              <w:t>2</w:t>
            </w:r>
            <w:r w:rsidR="007E5BFC" w:rsidRPr="005A5B01">
              <w:rPr>
                <w:rFonts w:ascii="Century Gothic" w:hAnsi="Century Gothic" w:cs="Tahoma"/>
              </w:rPr>
              <w:t>.  What is the pressure?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3845EB95" w14:textId="14840FBA" w:rsidR="00ED3DAA" w:rsidRPr="005A5B01" w:rsidRDefault="00AB4423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</w:rPr>
              <w:t xml:space="preserve">The probability of it raining tomorrow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6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  <m:r>
                <w:rPr>
                  <w:rFonts w:ascii="Cambria Math" w:hAnsi="Cambria Math" w:cs="Tahoma"/>
                </w:rPr>
                <m:t xml:space="preserve">.  </m:t>
              </m:r>
            </m:oMath>
            <w:r w:rsidRPr="005A5B01">
              <w:rPr>
                <w:rFonts w:ascii="Century Gothic" w:eastAsiaTheme="minorEastAsia" w:hAnsi="Century Gothic" w:cs="Tahoma"/>
              </w:rPr>
              <w:t>What is the probability of it not raining?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5A5B01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5D054A82" w:rsidR="00ED3DAA" w:rsidRPr="005A5B01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F5E7A" w:rsidRPr="005A5B01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A5B01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05E41CD2" w:rsidR="00ED3DAA" w:rsidRPr="005A5B01" w:rsidRDefault="000F5E7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1B325C7D" wp14:editId="00539CDF">
                  <wp:extent cx="1318260" cy="84328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13549964" w14:textId="5A6F5F1A" w:rsidR="00ED3DAA" w:rsidRPr="005A5B01" w:rsidRDefault="00190C0B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5A5B01">
              <w:rPr>
                <w:rFonts w:ascii="Century Gothic" w:hAnsi="Century Gothic" w:cs="Tahoma"/>
              </w:rPr>
              <w:t xml:space="preserve"> </w:t>
            </w:r>
          </w:p>
          <w:p w14:paraId="2F8D3BBD" w14:textId="515CCA7E" w:rsidR="00ED3DAA" w:rsidRPr="005A5B01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014AE195" w14:textId="4BE4B8E0" w:rsidR="00ED3DAA" w:rsidRPr="005A5B01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0B3AF9CC" w:rsidR="00ED3DAA" w:rsidRPr="005A5B01" w:rsidRDefault="00ED3DAA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6960" behindDoc="0" locked="0" layoutInCell="1" allowOverlap="1" wp14:anchorId="1B6D59DE" wp14:editId="0C635D3D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23D91C0" w14:textId="6C359BB7" w:rsidR="005A5B01" w:rsidRDefault="005A5B01" w:rsidP="008F2C96">
      <w:pPr>
        <w:spacing w:after="120"/>
        <w:ind w:firstLine="720"/>
        <w:rPr>
          <w:rFonts w:ascii="Kristen ITC" w:hAnsi="Kristen ITC"/>
          <w:b/>
        </w:rPr>
      </w:pPr>
    </w:p>
    <w:p w14:paraId="77481F80" w14:textId="1D887C95" w:rsidR="005A5B01" w:rsidRDefault="005A5B01" w:rsidP="005A5B01">
      <w:pPr>
        <w:spacing w:after="120"/>
        <w:ind w:firstLine="720"/>
        <w:rPr>
          <w:rFonts w:ascii="Kristen ITC" w:hAnsi="Kristen ITC"/>
          <w:b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42560" behindDoc="0" locked="0" layoutInCell="1" allowOverlap="1" wp14:anchorId="6F26DE06" wp14:editId="37A494C5">
            <wp:simplePos x="0" y="0"/>
            <wp:positionH relativeFrom="column">
              <wp:posOffset>-149286</wp:posOffset>
            </wp:positionH>
            <wp:positionV relativeFrom="paragraph">
              <wp:posOffset>81388</wp:posOffset>
            </wp:positionV>
            <wp:extent cx="827405" cy="568325"/>
            <wp:effectExtent l="53340" t="0" r="0" b="0"/>
            <wp:wrapNone/>
            <wp:docPr id="154" name="Picture 1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43552BE" wp14:editId="5CB411B2">
                <wp:simplePos x="0" y="0"/>
                <wp:positionH relativeFrom="column">
                  <wp:posOffset>4402455</wp:posOffset>
                </wp:positionH>
                <wp:positionV relativeFrom="paragraph">
                  <wp:posOffset>4001135</wp:posOffset>
                </wp:positionV>
                <wp:extent cx="483870" cy="498475"/>
                <wp:effectExtent l="0" t="0" r="0" b="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D6790" w14:textId="77777777" w:rsidR="005A5B01" w:rsidRDefault="005A5B01" w:rsidP="005A5B01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552BE" id="Text Box 143" o:spid="_x0000_s1034" type="#_x0000_t202" style="position:absolute;left:0;text-align:left;margin-left:346.65pt;margin-top:315.05pt;width:38.1pt;height:39.2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" filled="f" stroked="f" strokeweight=".5pt">
                <v:textbox>
                  <w:txbxContent>
                    <w:p w14:paraId="6F0D6790" w14:textId="77777777" w:rsidR="005A5B01" w:rsidRDefault="005A5B01" w:rsidP="005A5B01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317CF3B" wp14:editId="4375BDAF">
                <wp:simplePos x="0" y="0"/>
                <wp:positionH relativeFrom="column">
                  <wp:posOffset>3277870</wp:posOffset>
                </wp:positionH>
                <wp:positionV relativeFrom="paragraph">
                  <wp:posOffset>2769235</wp:posOffset>
                </wp:positionV>
                <wp:extent cx="0" cy="746125"/>
                <wp:effectExtent l="95250" t="38100" r="57150" b="15875"/>
                <wp:wrapNone/>
                <wp:docPr id="144" name="Straight Arrow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6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8F120" id="Straight Arrow Connector 144" o:spid="_x0000_s1026" type="#_x0000_t32" style="position:absolute;margin-left:258.1pt;margin-top:218.05pt;width:0;height:58.75pt;flip:y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" strokecolor="#4579b8 [3044]">
                <v:stroke endarrow="open"/>
              </v:shape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6FAC5B6" wp14:editId="2D7F8726">
                <wp:simplePos x="0" y="0"/>
                <wp:positionH relativeFrom="column">
                  <wp:posOffset>3258185</wp:posOffset>
                </wp:positionH>
                <wp:positionV relativeFrom="paragraph">
                  <wp:posOffset>3451860</wp:posOffset>
                </wp:positionV>
                <wp:extent cx="46990" cy="46990"/>
                <wp:effectExtent l="12700" t="12700" r="16510" b="16510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" cy="469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435347" id="Oval 145" o:spid="_x0000_s1026" style="position:absolute;margin-left:256.55pt;margin-top:271.8pt;width:3.7pt;height:3.7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" fillcolor="#4f81bd [3204]" strokecolor="#243f60 [1604]" strokeweight="2pt"/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07080D8" wp14:editId="470B8F3F">
                <wp:simplePos x="0" y="0"/>
                <wp:positionH relativeFrom="column">
                  <wp:posOffset>4512945</wp:posOffset>
                </wp:positionH>
                <wp:positionV relativeFrom="paragraph">
                  <wp:posOffset>4023360</wp:posOffset>
                </wp:positionV>
                <wp:extent cx="46990" cy="46990"/>
                <wp:effectExtent l="12700" t="12700" r="16510" b="16510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" cy="469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D6B68D" id="Oval 146" o:spid="_x0000_s1026" style="position:absolute;margin-left:355.35pt;margin-top:316.8pt;width:3.7pt;height:3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" fillcolor="#4f81bd [3204]" strokecolor="#243f60 [1604]" strokeweight="2pt"/>
            </w:pict>
          </mc:Fallback>
        </mc:AlternateContent>
      </w:r>
      <w:r w:rsidRPr="005A5B01">
        <w:rPr>
          <w:rFonts w:ascii="Century Gothic" w:hAnsi="Century Gothic" w:cs="Tahom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183473E" wp14:editId="5D599AE6">
                <wp:simplePos x="0" y="0"/>
                <wp:positionH relativeFrom="column">
                  <wp:posOffset>3132833</wp:posOffset>
                </wp:positionH>
                <wp:positionV relativeFrom="paragraph">
                  <wp:posOffset>3453995</wp:posOffset>
                </wp:positionV>
                <wp:extent cx="483870" cy="498475"/>
                <wp:effectExtent l="0" t="0" r="0" b="0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ADFF8" w14:textId="77777777" w:rsidR="005A5B01" w:rsidRDefault="005A5B01" w:rsidP="005A5B01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3473E" id="Text Box 147" o:spid="_x0000_s1035" type="#_x0000_t202" style="position:absolute;left:0;text-align:left;margin-left:246.7pt;margin-top:271.95pt;width:38.1pt;height:39.2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" filled="f" stroked="f" strokeweight=".5pt">
                <v:textbox>
                  <w:txbxContent>
                    <w:p w14:paraId="704ADFF8" w14:textId="77777777" w:rsidR="005A5B01" w:rsidRDefault="005A5B01" w:rsidP="005A5B01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41536" behindDoc="0" locked="0" layoutInCell="1" allowOverlap="1" wp14:anchorId="185A617D" wp14:editId="5E5AC33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55" name="Picture 15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3D113B5D" w14:textId="59464168" w:rsidR="005A5B01" w:rsidRDefault="005A5B01" w:rsidP="005A5B01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18.1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91F2777" w14:textId="749A29E6" w:rsidR="005A5B01" w:rsidRDefault="005A5B01" w:rsidP="005A5B01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5A5B01" w:rsidRPr="00B90872" w14:paraId="261F078E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1B39E16A" w14:textId="77777777" w:rsidR="005A5B01" w:rsidRPr="00B90872" w:rsidRDefault="005A5B01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689698A" w14:textId="77777777" w:rsidR="005A5B01" w:rsidRPr="005A5B01" w:rsidRDefault="005A5B01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</w:rPr>
              <w:t>If 5 cakes cost £15, how much do 2 cakes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30A2984B" w14:textId="77777777" w:rsidR="005A5B01" w:rsidRPr="005A5B01" w:rsidRDefault="005A5B01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8B941D2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hAnsi="Century Gothic" w:cs="Tahom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45632" behindDoc="1" locked="0" layoutInCell="1" allowOverlap="1" wp14:anchorId="560A5E18" wp14:editId="66C89BC7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154102</wp:posOffset>
                      </wp:positionV>
                      <wp:extent cx="850900" cy="733425"/>
                      <wp:effectExtent l="12700" t="12700" r="12700" b="28575"/>
                      <wp:wrapTight wrapText="bothSides">
                        <wp:wrapPolygon edited="0">
                          <wp:start x="9672" y="-374"/>
                          <wp:lineTo x="-322" y="18701"/>
                          <wp:lineTo x="-322" y="22068"/>
                          <wp:lineTo x="21600" y="22068"/>
                          <wp:lineTo x="21600" y="20571"/>
                          <wp:lineTo x="20633" y="17579"/>
                          <wp:lineTo x="11606" y="-374"/>
                          <wp:lineTo x="9672" y="-374"/>
                        </wp:wrapPolygon>
                      </wp:wrapTight>
                      <wp:docPr id="148" name="Group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0900" cy="733425"/>
                                <a:chOff x="0" y="0"/>
                                <a:chExt cx="851025" cy="733642"/>
                              </a:xfrm>
                            </wpg:grpSpPr>
                            <wpg:grpSp>
                              <wpg:cNvPr id="149" name="Group 149"/>
                              <wpg:cNvGrpSpPr/>
                              <wpg:grpSpPr>
                                <a:xfrm>
                                  <a:off x="0" y="0"/>
                                  <a:ext cx="851025" cy="733642"/>
                                  <a:chOff x="0" y="0"/>
                                  <a:chExt cx="851025" cy="733642"/>
                                </a:xfrm>
                              </wpg:grpSpPr>
                              <wps:wsp>
                                <wps:cNvPr id="150" name="Triangle 150"/>
                                <wps:cNvSpPr/>
                                <wps:spPr>
                                  <a:xfrm>
                                    <a:off x="0" y="0"/>
                                    <a:ext cx="851025" cy="733642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" name="Straight Connector 151"/>
                                <wps:cNvCnPr/>
                                <wps:spPr>
                                  <a:xfrm>
                                    <a:off x="217283" y="362138"/>
                                    <a:ext cx="41645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2" name="Straight Connector 152"/>
                                <wps:cNvCnPr/>
                                <wps:spPr>
                                  <a:xfrm>
                                    <a:off x="416459" y="362138"/>
                                    <a:ext cx="0" cy="37128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53" name="Text Box 153"/>
                              <wps:cNvSpPr txBox="1"/>
                              <wps:spPr>
                                <a:xfrm>
                                  <a:off x="113760" y="356951"/>
                                  <a:ext cx="307757" cy="344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37F133A" w14:textId="77777777" w:rsidR="005A5B01" w:rsidRPr="00A9257B" w:rsidRDefault="005A5B01" w:rsidP="005A5B01">
                                    <w:pPr>
                                      <w:rPr>
                                        <w:sz w:val="40"/>
                                      </w:rPr>
                                    </w:pPr>
                                    <w:r w:rsidRPr="00A9257B">
                                      <w:rPr>
                                        <w:sz w:val="40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0A5E18" id="Group 148" o:spid="_x0000_s1036" style="position:absolute;margin-left:160.25pt;margin-top:12.15pt;width:67pt;height:57.75pt;z-index:-251470848" coordsize="8510,7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">
                      <v:group id="Group 149" o:spid="_x0000_s1037" style="position:absolute;width:8510;height:7336" coordsize="8510,73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">
                        <v:shape id="Triangle 150" o:spid="_x0000_s1038" type="#_x0000_t5" style="position:absolute;width:8510;height:73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" filled="f" strokecolor="#243f60 [1604]" strokeweight="2pt"/>
                        <v:line id="Straight Connector 151" o:spid="_x0000_s1039" style="position:absolute;visibility:visible;mso-wrap-style:square" from="2172,3621" to="6337,362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" strokecolor="#4579b8 [3044]"/>
                        <v:line id="Straight Connector 152" o:spid="_x0000_s1040" style="position:absolute;visibility:visible;mso-wrap-style:square" from="4164,3621" to="4164,73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" strokecolor="#4579b8 [3044]"/>
                      </v:group>
                      <v:shape id="Text Box 153" o:spid="_x0000_s1041" type="#_x0000_t202" style="position:absolute;left:1137;top:3569;width:3078;height:34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" filled="f" stroked="f" strokeweight=".5pt">
                        <v:textbox>
                          <w:txbxContent>
                            <w:p w14:paraId="037F133A" w14:textId="77777777" w:rsidR="005A5B01" w:rsidRPr="00A9257B" w:rsidRDefault="005A5B01" w:rsidP="005A5B01">
                              <w:pPr>
                                <w:rPr>
                                  <w:sz w:val="40"/>
                                </w:rPr>
                              </w:pPr>
                              <w:r w:rsidRPr="00A9257B">
                                <w:rPr>
                                  <w:sz w:val="40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5A5B01">
              <w:rPr>
                <w:rFonts w:ascii="Century Gothic" w:hAnsi="Century Gothic" w:cs="Tahoma"/>
              </w:rPr>
              <w:t>The force being applied by an object is 10N on an area of 5m</w:t>
            </w:r>
            <w:r w:rsidRPr="005A5B01">
              <w:rPr>
                <w:rFonts w:ascii="Century Gothic" w:hAnsi="Century Gothic" w:cs="Tahoma"/>
                <w:vertAlign w:val="superscript"/>
              </w:rPr>
              <w:t>2</w:t>
            </w:r>
            <w:r w:rsidRPr="005A5B01">
              <w:rPr>
                <w:rFonts w:ascii="Century Gothic" w:hAnsi="Century Gothic" w:cs="Tahoma"/>
              </w:rPr>
              <w:t>.  What is the pressure?</w:t>
            </w:r>
          </w:p>
        </w:tc>
      </w:tr>
      <w:tr w:rsidR="005A5B01" w:rsidRPr="00B90872" w14:paraId="4BB4E4D2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F71AC81" w14:textId="77777777" w:rsidR="005A5B01" w:rsidRPr="00B90872" w:rsidRDefault="005A5B01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16F38325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</w:rPr>
              <w:t xml:space="preserve">The probability of it raining tomorrow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6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  <m:r>
                <w:rPr>
                  <w:rFonts w:ascii="Cambria Math" w:hAnsi="Cambria Math" w:cs="Tahoma"/>
                </w:rPr>
                <m:t xml:space="preserve">.  </m:t>
              </m:r>
            </m:oMath>
            <w:r w:rsidRPr="005A5B01">
              <w:rPr>
                <w:rFonts w:ascii="Century Gothic" w:eastAsiaTheme="minorEastAsia" w:hAnsi="Century Gothic" w:cs="Tahoma"/>
              </w:rPr>
              <w:t>What is the probability of it not raining?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6FAD159" w14:textId="77777777" w:rsidR="005A5B01" w:rsidRPr="005A5B01" w:rsidRDefault="005A5B01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2F3E11EF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7B42C60D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5A5B01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390D1D86" wp14:editId="47327DAA">
                  <wp:extent cx="1318260" cy="843280"/>
                  <wp:effectExtent l="0" t="0" r="0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5B01" w:rsidRPr="00B90872" w14:paraId="0D947ABD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75BB2F1E" w14:textId="77777777" w:rsidR="005A5B01" w:rsidRPr="00B90872" w:rsidRDefault="005A5B01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90B8225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eastAsiaTheme="minorEastAsia" w:hAnsi="Century Gothic" w:cs="Tahoma"/>
                <w:noProof/>
              </w:rPr>
              <w:t>Measure the bearing of B from A</w:t>
            </w:r>
            <w:r w:rsidRPr="005A5B01">
              <w:rPr>
                <w:rFonts w:ascii="Century Gothic" w:hAnsi="Century Gothic" w:cs="Tahoma"/>
              </w:rPr>
              <w:t xml:space="preserve"> </w:t>
            </w:r>
          </w:p>
          <w:p w14:paraId="398C7CD0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p w14:paraId="5D9D1A51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6F077EB3" w14:textId="77777777" w:rsidR="005A5B01" w:rsidRPr="005A5B01" w:rsidRDefault="005A5B01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5A5B0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43584" behindDoc="0" locked="0" layoutInCell="1" allowOverlap="1" wp14:anchorId="770BB061" wp14:editId="167A8056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32739D9" w14:textId="4B038CCE" w:rsidR="008F2C96" w:rsidRDefault="008F2C96" w:rsidP="008F2C96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823104" behindDoc="0" locked="0" layoutInCell="1" allowOverlap="1" wp14:anchorId="76154A87" wp14:editId="5AFCABC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9" name="Picture 13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5E7A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0C0B"/>
    <w:rsid w:val="00194026"/>
    <w:rsid w:val="001A1D1C"/>
    <w:rsid w:val="001A6603"/>
    <w:rsid w:val="001A68F7"/>
    <w:rsid w:val="001D484E"/>
    <w:rsid w:val="001E23CA"/>
    <w:rsid w:val="001E511C"/>
    <w:rsid w:val="001F4226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40927"/>
    <w:rsid w:val="00847CB4"/>
    <w:rsid w:val="00857220"/>
    <w:rsid w:val="008612B7"/>
    <w:rsid w:val="00865FF3"/>
    <w:rsid w:val="0087251A"/>
    <w:rsid w:val="00876A8E"/>
    <w:rsid w:val="0088018E"/>
    <w:rsid w:val="00884433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947B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2019-05-30T18:32:00Z</dcterms:created>
  <dcterms:modified xsi:type="dcterms:W3CDTF">2019-05-30T18:36:00Z</dcterms:modified>
</cp:coreProperties>
</file>